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E406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67C7EC" w:rsidR="00B65513" w:rsidRPr="0007110E" w:rsidRDefault="006A7DEE" w:rsidP="00E82667">
                <w:pPr>
                  <w:tabs>
                    <w:tab w:val="left" w:pos="426"/>
                  </w:tabs>
                  <w:spacing w:before="120"/>
                  <w:rPr>
                    <w:bCs/>
                    <w:lang w:val="en-IE" w:eastAsia="en-GB"/>
                  </w:rPr>
                </w:pPr>
                <w:r>
                  <w:rPr>
                    <w:bCs/>
                    <w:lang w:val="en-IE" w:eastAsia="en-GB"/>
                  </w:rPr>
                  <w:t>DG MOVE D1 – Maritime Transports and Logistics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B6D6A12" w:rsidR="00D96984" w:rsidRPr="0007110E" w:rsidRDefault="00A45E4E" w:rsidP="00E82667">
                <w:pPr>
                  <w:tabs>
                    <w:tab w:val="left" w:pos="426"/>
                  </w:tabs>
                  <w:spacing w:before="120"/>
                  <w:rPr>
                    <w:bCs/>
                    <w:lang w:val="en-IE" w:eastAsia="en-GB"/>
                  </w:rPr>
                </w:pPr>
                <w:r>
                  <w:rPr>
                    <w:bCs/>
                    <w:lang w:val="en-IE" w:eastAsia="en-GB"/>
                  </w:rPr>
                  <w:t>193372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FE3A55D" w:rsidR="00E21DBD" w:rsidRPr="0007110E" w:rsidRDefault="00A45E4E" w:rsidP="00E82667">
                <w:pPr>
                  <w:tabs>
                    <w:tab w:val="left" w:pos="426"/>
                  </w:tabs>
                  <w:spacing w:before="120"/>
                  <w:rPr>
                    <w:bCs/>
                    <w:lang w:val="en-IE" w:eastAsia="en-GB"/>
                  </w:rPr>
                </w:pPr>
                <w:r>
                  <w:rPr>
                    <w:bCs/>
                    <w:lang w:val="en-IE" w:eastAsia="en-GB"/>
                  </w:rPr>
                  <w:t>Annika KROON</w:t>
                </w:r>
              </w:p>
            </w:sdtContent>
          </w:sdt>
          <w:p w14:paraId="34CF737A" w14:textId="1905C464" w:rsidR="00E21DBD" w:rsidRPr="0007110E" w:rsidRDefault="006E406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32570">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45E4E">
                  <w:rPr>
                    <w:bCs/>
                    <w:lang w:val="en-IE" w:eastAsia="en-GB"/>
                  </w:rPr>
                  <w:t>2026</w:t>
                </w:r>
              </w:sdtContent>
            </w:sdt>
          </w:p>
          <w:p w14:paraId="158DD156" w14:textId="072C352E" w:rsidR="00E21DBD" w:rsidRPr="0007110E" w:rsidRDefault="006E406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45E4E">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45E4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1AE9F03"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F526EF"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6A7C000" w:rsidR="0040388A" w:rsidRPr="0007110E" w:rsidRDefault="006E406D"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20F4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4B8DDF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F2659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F2659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FE52D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E406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E406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A922BA"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8899147"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2EA0D39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6E406D">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6009F7" w:rsidRPr="006009F7" w14:paraId="46087119" w14:textId="77777777" w:rsidTr="006009F7">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6009F7" w:rsidRPr="006009F7" w14:paraId="794434B4" w14:textId="77777777">
                  <w:trPr>
                    <w:tblCellSpacing w:w="0" w:type="dxa"/>
                  </w:trPr>
                  <w:tc>
                    <w:tcPr>
                      <w:tcW w:w="0" w:type="auto"/>
                      <w:tcBorders>
                        <w:top w:val="nil"/>
                        <w:left w:val="nil"/>
                        <w:bottom w:val="nil"/>
                        <w:right w:val="nil"/>
                      </w:tcBorders>
                      <w:shd w:val="clear" w:color="auto" w:fill="auto"/>
                      <w:vAlign w:val="bottom"/>
                      <w:hideMark/>
                    </w:tcPr>
                    <w:p w14:paraId="7A31C991" w14:textId="1BB0E77C" w:rsidR="00FE52D7" w:rsidRPr="00FE52D7" w:rsidRDefault="00FE52D7" w:rsidP="006009F7">
                      <w:pPr>
                        <w:rPr>
                          <w:lang w:eastAsia="en-GB"/>
                        </w:rPr>
                      </w:pPr>
                      <w:r w:rsidRPr="00D46A08">
                        <w:rPr>
                          <w:lang w:eastAsia="en-GB"/>
                        </w:rPr>
                        <w:t>The Directorate-General for Mobility and Transport (DG MOVE) is responsible for developing and implementing European transport policies. Within DG MOVE, Directorate D oversees "Waterborne Transport," encompassing maritime transport and logistics, maritime safety, as well as ports and inland navigation</w:t>
                      </w:r>
                    </w:p>
                    <w:p w14:paraId="74824088" w14:textId="77777777" w:rsidR="00FE52D7" w:rsidRPr="00FE52D7" w:rsidRDefault="00FE52D7" w:rsidP="006009F7">
                      <w:pPr>
                        <w:rPr>
                          <w:lang w:eastAsia="en-GB"/>
                        </w:rPr>
                      </w:pPr>
                      <w:r w:rsidRPr="00D46A08">
                        <w:rPr>
                          <w:lang w:eastAsia="en-GB"/>
                        </w:rPr>
                        <w:lastRenderedPageBreak/>
                        <w:t>Unit D1 is responsible for Maritime Transport and Logistics. Its mission is to develop and implement EU policy in these areas, aiming to establish a well-functioning, sustainable, efficient, and open market for maritime transport services and logistics. Unit D1 also leads international dialogues with major shipping partners and addresses trade facilitation, including digitalisation initiatives. It manages policies related to the European Maritime Single Window environment, FuelEU Maritime, and electronic freight transport information. Additionally, it enforces EU legislation concerning the freedom to provide maritime transport services within, between, and beyond Member States.</w:t>
                      </w:r>
                    </w:p>
                    <w:p w14:paraId="42DB7C81" w14:textId="4D17DC0A" w:rsidR="006009F7" w:rsidRPr="00FE52D7" w:rsidRDefault="006009F7" w:rsidP="006009F7">
                      <w:pPr>
                        <w:rPr>
                          <w:lang w:eastAsia="en-GB"/>
                        </w:rPr>
                      </w:pPr>
                      <w:r w:rsidRPr="006009F7">
                        <w:rPr>
                          <w:lang w:eastAsia="en-GB"/>
                        </w:rPr>
                        <w:t xml:space="preserve">The Unit currently consists of </w:t>
                      </w:r>
                      <w:r w:rsidR="005762F4">
                        <w:rPr>
                          <w:lang w:eastAsia="en-GB"/>
                        </w:rPr>
                        <w:t>2</w:t>
                      </w:r>
                      <w:r w:rsidR="00FE52D7">
                        <w:rPr>
                          <w:lang w:eastAsia="en-GB"/>
                        </w:rPr>
                        <w:t>1</w:t>
                      </w:r>
                      <w:r w:rsidRPr="006009F7">
                        <w:rPr>
                          <w:lang w:eastAsia="en-GB"/>
                        </w:rPr>
                        <w:t xml:space="preserve"> </w:t>
                      </w:r>
                      <w:r w:rsidR="005762F4">
                        <w:rPr>
                          <w:lang w:eastAsia="en-GB"/>
                        </w:rPr>
                        <w:t>colleagues</w:t>
                      </w:r>
                      <w:r w:rsidRPr="006009F7">
                        <w:rPr>
                          <w:lang w:eastAsia="en-GB"/>
                        </w:rPr>
                        <w:t>, including 1 trainee.</w:t>
                      </w:r>
                    </w:p>
                  </w:tc>
                </w:tr>
              </w:tbl>
              <w:p w14:paraId="48A6E769" w14:textId="77777777" w:rsidR="006009F7" w:rsidRPr="00FE52D7" w:rsidRDefault="006009F7" w:rsidP="006009F7">
                <w:pPr>
                  <w:rPr>
                    <w:lang w:eastAsia="en-GB"/>
                  </w:rPr>
                </w:pPr>
              </w:p>
            </w:tc>
          </w:tr>
          <w:tr w:rsidR="006009F7" w:rsidRPr="006009F7" w14:paraId="35E71CA2" w14:textId="77777777" w:rsidTr="006009F7">
            <w:trPr>
              <w:tblCellSpacing w:w="0" w:type="dxa"/>
            </w:trPr>
            <w:tc>
              <w:tcPr>
                <w:tcW w:w="0" w:type="auto"/>
                <w:tcBorders>
                  <w:top w:val="nil"/>
                  <w:left w:val="nil"/>
                  <w:bottom w:val="nil"/>
                  <w:right w:val="nil"/>
                </w:tcBorders>
                <w:shd w:val="clear" w:color="auto" w:fill="FAFCFF"/>
                <w:vAlign w:val="bottom"/>
              </w:tcPr>
              <w:p w14:paraId="1F9F1B4D" w14:textId="77777777" w:rsidR="006009F7" w:rsidRPr="006009F7" w:rsidRDefault="006009F7" w:rsidP="006009F7">
                <w:pPr>
                  <w:rPr>
                    <w:lang w:val="en-IE" w:eastAsia="en-GB"/>
                  </w:rPr>
                </w:pPr>
              </w:p>
            </w:tc>
          </w:tr>
        </w:tbl>
        <w:p w14:paraId="59DD0438" w14:textId="0FB420BD" w:rsidR="00E21DBD" w:rsidRDefault="006E406D"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C8BA665" w14:textId="77777777" w:rsidR="005762F4" w:rsidRDefault="005762F4" w:rsidP="00C504C7">
          <w:pPr>
            <w:rPr>
              <w:lang w:eastAsia="en-GB"/>
            </w:rPr>
          </w:pPr>
          <w:r w:rsidRPr="005762F4">
            <w:rPr>
              <w:lang w:eastAsia="en-GB"/>
            </w:rPr>
            <w:t xml:space="preserve">We propose an interesting </w:t>
          </w:r>
          <w:r>
            <w:rPr>
              <w:lang w:eastAsia="en-GB"/>
            </w:rPr>
            <w:t xml:space="preserve">position </w:t>
          </w:r>
          <w:r w:rsidRPr="005762F4">
            <w:rPr>
              <w:lang w:eastAsia="en-GB"/>
            </w:rPr>
            <w:t>in a</w:t>
          </w:r>
          <w:r>
            <w:rPr>
              <w:lang w:eastAsia="en-GB"/>
            </w:rPr>
            <w:t xml:space="preserve"> </w:t>
          </w:r>
          <w:r w:rsidRPr="005762F4">
            <w:rPr>
              <w:lang w:eastAsia="en-GB"/>
            </w:rPr>
            <w:t xml:space="preserve">dynamic unit with professional and friendly colleagues. The position provides an opportunity to contribute to the green transition of the maritime transport and logistics, in the EU and globally. </w:t>
          </w:r>
        </w:p>
        <w:p w14:paraId="38FBD5C2" w14:textId="7BB5C3F6" w:rsidR="006A7DEE" w:rsidRDefault="005762F4" w:rsidP="00C504C7">
          <w:pPr>
            <w:rPr>
              <w:lang w:eastAsia="en-GB"/>
            </w:rPr>
          </w:pPr>
          <w:r w:rsidRPr="005762F4">
            <w:rPr>
              <w:lang w:eastAsia="en-GB"/>
            </w:rPr>
            <w:t xml:space="preserve">The job in principle involves work on sustainable shipping policies, including the implementation of </w:t>
          </w:r>
          <w:r w:rsidR="00FE52D7">
            <w:rPr>
              <w:lang w:eastAsia="en-GB"/>
            </w:rPr>
            <w:t>the</w:t>
          </w:r>
          <w:r w:rsidRPr="005762F4">
            <w:rPr>
              <w:lang w:eastAsia="en-GB"/>
            </w:rPr>
            <w:t xml:space="preserve"> FuelEU Maritime Regulation in cooperation with Member States and the European Sustainable Shipping Forum. </w:t>
          </w:r>
          <w:r w:rsidR="00FE52D7">
            <w:rPr>
              <w:lang w:eastAsia="en-GB"/>
            </w:rPr>
            <w:t xml:space="preserve">This includes assessment of the functioning of this new policy and its coordination with the IMO Net-Zero Framework. </w:t>
          </w:r>
          <w:r w:rsidRPr="005762F4">
            <w:rPr>
              <w:lang w:eastAsia="en-GB"/>
            </w:rPr>
            <w:t>In addition, the post includes shipping related contributions to EU research agenda and sustainable finance policies</w:t>
          </w:r>
          <w:r w:rsidR="00FE52D7">
            <w:rPr>
              <w:lang w:eastAsia="en-GB"/>
            </w:rPr>
            <w:t xml:space="preserve"> and policies directed to supply of sustainable shipping fuels</w:t>
          </w:r>
          <w:r w:rsidRPr="005762F4">
            <w:rPr>
              <w:lang w:eastAsia="en-GB"/>
            </w:rPr>
            <w:t xml:space="preserve">. </w:t>
          </w:r>
        </w:p>
        <w:p w14:paraId="46EE3E07" w14:textId="149C9A22" w:rsidR="00E21DBD" w:rsidRPr="00AF7D78" w:rsidRDefault="005762F4" w:rsidP="00C504C7">
          <w:pPr>
            <w:rPr>
              <w:lang w:val="en-US" w:eastAsia="en-GB"/>
            </w:rPr>
          </w:pPr>
          <w:r w:rsidRPr="005762F4">
            <w:rPr>
              <w:lang w:eastAsia="en-GB"/>
            </w:rPr>
            <w:t xml:space="preserve">The work will require daily cooperation with other DG MOVE units in the Maritime Directorate and beyond, as well as other DGs and the European Maritime Safety Agency. Frequent interactions with </w:t>
          </w:r>
          <w:r w:rsidR="00B5465C">
            <w:rPr>
              <w:lang w:eastAsia="en-GB"/>
            </w:rPr>
            <w:t xml:space="preserve">Member States, </w:t>
          </w:r>
          <w:r w:rsidRPr="005762F4">
            <w:rPr>
              <w:lang w:eastAsia="en-GB"/>
            </w:rPr>
            <w:t xml:space="preserve">stakeholders in technical and policy dialogues, participation and speaking at external and internal events, drafting policy papers, legal texts and briefings are also part of job.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B95D4A8" w14:textId="5D6323F9" w:rsidR="006A7DEE" w:rsidRDefault="006A7DEE" w:rsidP="002E40A9">
          <w:pPr>
            <w:rPr>
              <w:lang w:eastAsia="en-GB"/>
            </w:rPr>
          </w:pPr>
          <w:r w:rsidRPr="007935A8">
            <w:rPr>
              <w:lang w:eastAsia="en-GB"/>
            </w:rPr>
            <w:t>We look for a motivated colleague with</w:t>
          </w:r>
          <w:r w:rsidR="00B5465C" w:rsidRPr="007935A8">
            <w:rPr>
              <w:lang w:eastAsia="en-GB"/>
            </w:rPr>
            <w:t xml:space="preserve"> a legal background and</w:t>
          </w:r>
          <w:r w:rsidRPr="007935A8">
            <w:rPr>
              <w:lang w:eastAsia="en-GB"/>
            </w:rPr>
            <w:t xml:space="preserve"> a </w:t>
          </w:r>
          <w:r w:rsidR="00B5465C" w:rsidRPr="007935A8">
            <w:rPr>
              <w:lang w:eastAsia="en-GB"/>
            </w:rPr>
            <w:t>solid</w:t>
          </w:r>
          <w:r w:rsidR="00FE52D7" w:rsidRPr="007935A8">
            <w:rPr>
              <w:lang w:eastAsia="en-GB"/>
            </w:rPr>
            <w:t xml:space="preserve"> </w:t>
          </w:r>
          <w:r w:rsidR="00B5465C" w:rsidRPr="007935A8">
            <w:rPr>
              <w:lang w:eastAsia="en-GB"/>
            </w:rPr>
            <w:t>understanding and experience in designing and implementing sustainable</w:t>
          </w:r>
          <w:r w:rsidR="00FE52D7" w:rsidRPr="007935A8">
            <w:rPr>
              <w:lang w:eastAsia="en-GB"/>
            </w:rPr>
            <w:t xml:space="preserve"> maritime polic</w:t>
          </w:r>
          <w:r w:rsidR="00B5465C" w:rsidRPr="007935A8">
            <w:rPr>
              <w:lang w:eastAsia="en-GB"/>
            </w:rPr>
            <w:t xml:space="preserve">ies. </w:t>
          </w:r>
          <w:r w:rsidR="007935A8" w:rsidRPr="007935A8">
            <w:rPr>
              <w:lang w:eastAsia="en-GB"/>
            </w:rPr>
            <w:t>Familiarity with</w:t>
          </w:r>
          <w:r w:rsidRPr="007935A8">
            <w:rPr>
              <w:lang w:eastAsia="en-GB"/>
            </w:rPr>
            <w:t xml:space="preserve"> </w:t>
          </w:r>
          <w:r w:rsidR="00B5465C" w:rsidRPr="007935A8">
            <w:rPr>
              <w:lang w:eastAsia="en-GB"/>
            </w:rPr>
            <w:t xml:space="preserve">the functioning of the International Maritime Organisation </w:t>
          </w:r>
          <w:r w:rsidR="00FE52D7" w:rsidRPr="007935A8">
            <w:rPr>
              <w:lang w:eastAsia="en-GB"/>
            </w:rPr>
            <w:t>would be a</w:t>
          </w:r>
          <w:r w:rsidR="001055E4" w:rsidRPr="007935A8">
            <w:rPr>
              <w:lang w:eastAsia="en-GB"/>
            </w:rPr>
            <w:t>n</w:t>
          </w:r>
          <w:r w:rsidR="00FE52D7" w:rsidRPr="007935A8">
            <w:rPr>
              <w:lang w:eastAsia="en-GB"/>
            </w:rPr>
            <w:t xml:space="preserve"> asset</w:t>
          </w:r>
          <w:r w:rsidRPr="007935A8">
            <w:rPr>
              <w:lang w:eastAsia="en-GB"/>
            </w:rPr>
            <w:t>.</w:t>
          </w:r>
          <w:r>
            <w:rPr>
              <w:lang w:eastAsia="en-GB"/>
            </w:rPr>
            <w:t xml:space="preserve"> </w:t>
          </w:r>
        </w:p>
        <w:p w14:paraId="48E8F1BC" w14:textId="4F2463FE" w:rsidR="00B5465C" w:rsidRDefault="006A7DEE" w:rsidP="00B5465C">
          <w:pPr>
            <w:rPr>
              <w:lang w:eastAsia="en-GB"/>
            </w:rPr>
          </w:pPr>
          <w:r w:rsidRPr="006A7DEE">
            <w:rPr>
              <w:lang w:eastAsia="en-GB"/>
            </w:rPr>
            <w:t xml:space="preserve">We are looking for a team player with a strong sense of initiative, very good inter-personal skills and networking/negotiation capabilities. </w:t>
          </w:r>
          <w:r w:rsidR="00B5465C" w:rsidRPr="006A7DEE">
            <w:rPr>
              <w:lang w:eastAsia="en-GB"/>
            </w:rPr>
            <w:t xml:space="preserve">She/He should have excellent drafting and communication skills combined with an ability to structure and present complex topics to different audiences. She/He should be able to work independently, </w:t>
          </w:r>
          <w:r w:rsidR="00B5465C">
            <w:rPr>
              <w:lang w:eastAsia="en-GB"/>
            </w:rPr>
            <w:t xml:space="preserve">and as part of a team. </w:t>
          </w:r>
        </w:p>
        <w:p w14:paraId="51994EDB" w14:textId="2B799D9C" w:rsidR="002E40A9" w:rsidRPr="00AF7D78" w:rsidRDefault="006A7DEE" w:rsidP="002E40A9">
          <w:pPr>
            <w:rPr>
              <w:lang w:val="en-US" w:eastAsia="en-GB"/>
            </w:rPr>
          </w:pPr>
          <w:r w:rsidRPr="006A7DEE">
            <w:rPr>
              <w:lang w:eastAsia="en-GB"/>
            </w:rPr>
            <w:t xml:space="preserve">A good knowledge </w:t>
          </w:r>
          <w:r>
            <w:rPr>
              <w:lang w:eastAsia="en-GB"/>
            </w:rPr>
            <w:t xml:space="preserve">of English is required.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55E4"/>
    <w:rsid w:val="00111AB6"/>
    <w:rsid w:val="00132570"/>
    <w:rsid w:val="00154206"/>
    <w:rsid w:val="00170B1D"/>
    <w:rsid w:val="001D0A81"/>
    <w:rsid w:val="002109E6"/>
    <w:rsid w:val="00252050"/>
    <w:rsid w:val="002B3CBF"/>
    <w:rsid w:val="002C13C3"/>
    <w:rsid w:val="002C49D0"/>
    <w:rsid w:val="002E40A9"/>
    <w:rsid w:val="003538B4"/>
    <w:rsid w:val="00394447"/>
    <w:rsid w:val="003E50A4"/>
    <w:rsid w:val="0040388A"/>
    <w:rsid w:val="00426006"/>
    <w:rsid w:val="00431778"/>
    <w:rsid w:val="00454CC7"/>
    <w:rsid w:val="00464195"/>
    <w:rsid w:val="00476034"/>
    <w:rsid w:val="005168AD"/>
    <w:rsid w:val="00537B0D"/>
    <w:rsid w:val="005762F4"/>
    <w:rsid w:val="0058028E"/>
    <w:rsid w:val="0058240F"/>
    <w:rsid w:val="00592CD5"/>
    <w:rsid w:val="005D1B85"/>
    <w:rsid w:val="006009F7"/>
    <w:rsid w:val="00623F64"/>
    <w:rsid w:val="00665583"/>
    <w:rsid w:val="00672318"/>
    <w:rsid w:val="00693BC6"/>
    <w:rsid w:val="00696070"/>
    <w:rsid w:val="006A7DEE"/>
    <w:rsid w:val="006E406D"/>
    <w:rsid w:val="00757197"/>
    <w:rsid w:val="007935A8"/>
    <w:rsid w:val="007E531E"/>
    <w:rsid w:val="007F02AC"/>
    <w:rsid w:val="007F7012"/>
    <w:rsid w:val="008D02B7"/>
    <w:rsid w:val="008F0B52"/>
    <w:rsid w:val="008F4BA9"/>
    <w:rsid w:val="00994062"/>
    <w:rsid w:val="00996CC6"/>
    <w:rsid w:val="009A1EA0"/>
    <w:rsid w:val="009A2F00"/>
    <w:rsid w:val="009C4433"/>
    <w:rsid w:val="009C5E27"/>
    <w:rsid w:val="009D2708"/>
    <w:rsid w:val="00A033AD"/>
    <w:rsid w:val="00A45E4E"/>
    <w:rsid w:val="00AB2CEA"/>
    <w:rsid w:val="00AF6424"/>
    <w:rsid w:val="00B20DD0"/>
    <w:rsid w:val="00B20F4E"/>
    <w:rsid w:val="00B24CC5"/>
    <w:rsid w:val="00B3644B"/>
    <w:rsid w:val="00B5465C"/>
    <w:rsid w:val="00B65513"/>
    <w:rsid w:val="00B73F08"/>
    <w:rsid w:val="00B8014C"/>
    <w:rsid w:val="00C06724"/>
    <w:rsid w:val="00C3254D"/>
    <w:rsid w:val="00C504C7"/>
    <w:rsid w:val="00C75BA4"/>
    <w:rsid w:val="00C92C29"/>
    <w:rsid w:val="00CB5B61"/>
    <w:rsid w:val="00CD2C5A"/>
    <w:rsid w:val="00D0015C"/>
    <w:rsid w:val="00D03CF4"/>
    <w:rsid w:val="00D7090C"/>
    <w:rsid w:val="00D84D53"/>
    <w:rsid w:val="00D96984"/>
    <w:rsid w:val="00DD41ED"/>
    <w:rsid w:val="00DF1E49"/>
    <w:rsid w:val="00E1720A"/>
    <w:rsid w:val="00E21DBD"/>
    <w:rsid w:val="00E342CB"/>
    <w:rsid w:val="00E41704"/>
    <w:rsid w:val="00E44D7F"/>
    <w:rsid w:val="00E82667"/>
    <w:rsid w:val="00E84FE8"/>
    <w:rsid w:val="00E86298"/>
    <w:rsid w:val="00EB3147"/>
    <w:rsid w:val="00F2659E"/>
    <w:rsid w:val="00F4683D"/>
    <w:rsid w:val="00F6462F"/>
    <w:rsid w:val="00F91B73"/>
    <w:rsid w:val="00F93413"/>
    <w:rsid w:val="00FD740F"/>
    <w:rsid w:val="00FE5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FE52D7"/>
    <w:rPr>
      <w:sz w:val="16"/>
      <w:szCs w:val="16"/>
    </w:rPr>
  </w:style>
  <w:style w:type="paragraph" w:styleId="CommentText">
    <w:name w:val="annotation text"/>
    <w:basedOn w:val="Normal"/>
    <w:link w:val="CommentTextChar"/>
    <w:semiHidden/>
    <w:locked/>
    <w:rsid w:val="00FE52D7"/>
    <w:rPr>
      <w:sz w:val="20"/>
    </w:rPr>
  </w:style>
  <w:style w:type="character" w:customStyle="1" w:styleId="CommentTextChar">
    <w:name w:val="Comment Text Char"/>
    <w:basedOn w:val="DefaultParagraphFont"/>
    <w:link w:val="CommentText"/>
    <w:semiHidden/>
    <w:rsid w:val="00FE52D7"/>
    <w:rPr>
      <w:sz w:val="20"/>
    </w:rPr>
  </w:style>
  <w:style w:type="paragraph" w:styleId="CommentSubject">
    <w:name w:val="annotation subject"/>
    <w:basedOn w:val="CommentText"/>
    <w:next w:val="CommentText"/>
    <w:link w:val="CommentSubjectChar"/>
    <w:semiHidden/>
    <w:locked/>
    <w:rsid w:val="00FE52D7"/>
    <w:rPr>
      <w:b/>
      <w:bCs/>
    </w:rPr>
  </w:style>
  <w:style w:type="character" w:customStyle="1" w:styleId="CommentSubjectChar">
    <w:name w:val="Comment Subject Char"/>
    <w:basedOn w:val="CommentTextChar"/>
    <w:link w:val="CommentSubject"/>
    <w:semiHidden/>
    <w:rsid w:val="00FE52D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115839">
      <w:bodyDiv w:val="1"/>
      <w:marLeft w:val="0"/>
      <w:marRight w:val="0"/>
      <w:marTop w:val="0"/>
      <w:marBottom w:val="0"/>
      <w:divBdr>
        <w:top w:val="none" w:sz="0" w:space="0" w:color="auto"/>
        <w:left w:val="none" w:sz="0" w:space="0" w:color="auto"/>
        <w:bottom w:val="none" w:sz="0" w:space="0" w:color="auto"/>
        <w:right w:val="none" w:sz="0" w:space="0" w:color="auto"/>
      </w:divBdr>
    </w:div>
    <w:div w:id="1628390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4206"/>
    <w:rsid w:val="001E3B1B"/>
    <w:rsid w:val="003538B4"/>
    <w:rsid w:val="00416B25"/>
    <w:rsid w:val="00426006"/>
    <w:rsid w:val="006212B2"/>
    <w:rsid w:val="006F0611"/>
    <w:rsid w:val="007F7378"/>
    <w:rsid w:val="00893390"/>
    <w:rsid w:val="00894A0C"/>
    <w:rsid w:val="009A12CB"/>
    <w:rsid w:val="009D2708"/>
    <w:rsid w:val="00C92C29"/>
    <w:rsid w:val="00CA527C"/>
    <w:rsid w:val="00D374C1"/>
    <w:rsid w:val="00E8629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purl.org/dc/elements/1.1/"/>
    <ds:schemaRef ds:uri="http://www.w3.org/XML/1998/namespace"/>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A3BCA7E7-656D-40DD-A7CA-0EE3A9E657E7}"/>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1120</Words>
  <Characters>6387</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2025-04-27T10:30:00Z</dcterms:created>
  <dcterms:modified xsi:type="dcterms:W3CDTF">2025-08-13T15:17:00Z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